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FE" w:rsidRDefault="003D3CFE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3D3CFE" w:rsidRDefault="003D3CFE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sz w:val="28"/>
          <w:szCs w:val="28"/>
        </w:rPr>
      </w:pPr>
    </w:p>
    <w:p w:rsidR="003D3CFE" w:rsidRDefault="003D3CFE" w:rsidP="000B2E87">
      <w:pPr>
        <w:pStyle w:val="Header"/>
        <w:framePr w:h="1975" w:hRule="exact" w:hSpace="180" w:wrap="auto" w:vAnchor="text" w:hAnchor="page" w:x="2422" w:y="-1073"/>
        <w:tabs>
          <w:tab w:val="clear" w:pos="4677"/>
          <w:tab w:val="center" w:pos="4253"/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3D3CFE" w:rsidRPr="003843E6" w:rsidRDefault="003D3CFE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3D3CFE" w:rsidRDefault="003D3CFE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3D3CFE" w:rsidRDefault="003D3CFE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от _______________ № _____</w:t>
      </w:r>
    </w:p>
    <w:p w:rsidR="003D3CFE" w:rsidRPr="003843E6" w:rsidRDefault="003D3CFE" w:rsidP="000B2E87">
      <w:pPr>
        <w:pStyle w:val="Header"/>
        <w:framePr w:h="1975" w:hRule="exact" w:hSpace="180" w:wrap="auto" w:vAnchor="text" w:hAnchor="page" w:x="2422" w:y="-1073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</w:p>
    <w:p w:rsidR="003D3CFE" w:rsidRPr="00F057D4" w:rsidRDefault="003D3CFE" w:rsidP="000B2E87">
      <w:pPr>
        <w:tabs>
          <w:tab w:val="left" w:pos="4536"/>
          <w:tab w:val="left" w:pos="9653"/>
        </w:tabs>
        <w:rPr>
          <w:rFonts w:ascii="Times New Roman" w:hAnsi="Times New Roman" w:cs="Times New Roman"/>
          <w:sz w:val="28"/>
          <w:szCs w:val="28"/>
        </w:rPr>
      </w:pPr>
    </w:p>
    <w:p w:rsidR="003D3CFE" w:rsidRDefault="003D3CFE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CFE" w:rsidRDefault="003D3CFE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CFE" w:rsidRDefault="003D3CFE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CFE" w:rsidRDefault="003D3CFE" w:rsidP="000B2E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CFE" w:rsidRDefault="003D3CFE" w:rsidP="00AD7BB6">
      <w:pPr>
        <w:spacing w:line="235" w:lineRule="auto"/>
        <w:ind w:right="318"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2E87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бюджетным и автономным учреждениям, муниципальным унитарным предприятиям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2017 году</w:t>
      </w:r>
    </w:p>
    <w:p w:rsidR="003D3CFE" w:rsidRDefault="003D3CF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3CFE" w:rsidRPr="000B2E87" w:rsidRDefault="003D3CFE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D3CFE" w:rsidRDefault="003D3CFE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3D3CFE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3CFE" w:rsidRPr="001435FF" w:rsidRDefault="003D3CF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3CFE" w:rsidRPr="008D66B7" w:rsidRDefault="003D3CFE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3CFE" w:rsidRPr="001435FF" w:rsidRDefault="003D3CF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3D3CFE" w:rsidRPr="001435FF" w:rsidRDefault="003D3CFE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3D3CFE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FE" w:rsidRPr="001435FF" w:rsidRDefault="003D3CFE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FE" w:rsidRPr="001435FF" w:rsidRDefault="003D3CF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CFE" w:rsidRPr="001435FF" w:rsidRDefault="003D3CFE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D3CFE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3D3CFE" w:rsidRPr="001435FF" w:rsidRDefault="003D3CFE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3D3CFE" w:rsidRPr="009C2D45" w:rsidRDefault="003D3CFE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3D3CFE" w:rsidRPr="00690313" w:rsidRDefault="003D3CF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3CFE" w:rsidRPr="001435FF">
        <w:trPr>
          <w:trHeight w:val="113"/>
        </w:trPr>
        <w:tc>
          <w:tcPr>
            <w:tcW w:w="561" w:type="dxa"/>
            <w:vMerge/>
          </w:tcPr>
          <w:p w:rsidR="003D3CFE" w:rsidRPr="001435FF" w:rsidRDefault="003D3CFE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3D3CFE" w:rsidRPr="001435FF" w:rsidRDefault="003D3CFE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3D3CFE" w:rsidRPr="001569FE" w:rsidRDefault="003D3CFE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</w:tr>
      <w:tr w:rsidR="003D3CFE" w:rsidRPr="00A755D8">
        <w:trPr>
          <w:trHeight w:val="113"/>
        </w:trPr>
        <w:tc>
          <w:tcPr>
            <w:tcW w:w="561" w:type="dxa"/>
          </w:tcPr>
          <w:p w:rsidR="003D3CFE" w:rsidRPr="00A755D8" w:rsidRDefault="003D3CFE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3D3CFE" w:rsidRPr="00A755D8" w:rsidRDefault="003D3CFE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3D3CFE" w:rsidRPr="00A755D8" w:rsidRDefault="003D3CFE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D3CFE" w:rsidRPr="00EE057C">
        <w:trPr>
          <w:trHeight w:val="113"/>
        </w:trPr>
        <w:tc>
          <w:tcPr>
            <w:tcW w:w="6961" w:type="dxa"/>
            <w:gridSpan w:val="2"/>
          </w:tcPr>
          <w:p w:rsidR="003D3CFE" w:rsidRPr="00EE057C" w:rsidRDefault="003D3CFE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3D3CFE" w:rsidRDefault="003D3CFE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0.00</w:t>
            </w:r>
          </w:p>
        </w:tc>
      </w:tr>
    </w:tbl>
    <w:p w:rsidR="003D3CFE" w:rsidRPr="00EE057C" w:rsidRDefault="003D3CFE">
      <w:pPr>
        <w:rPr>
          <w:rFonts w:ascii="Times New Roman" w:hAnsi="Times New Roman" w:cs="Times New Roman"/>
          <w:sz w:val="28"/>
          <w:szCs w:val="28"/>
        </w:rPr>
      </w:pPr>
    </w:p>
    <w:p w:rsidR="003D3CFE" w:rsidRPr="00EE057C" w:rsidRDefault="003D3CFE">
      <w:pPr>
        <w:rPr>
          <w:rFonts w:ascii="Times New Roman" w:hAnsi="Times New Roman" w:cs="Times New Roman"/>
          <w:sz w:val="28"/>
          <w:szCs w:val="28"/>
        </w:rPr>
      </w:pPr>
    </w:p>
    <w:p w:rsidR="003D3CFE" w:rsidRPr="00EE057C" w:rsidRDefault="003D3CFE">
      <w:pPr>
        <w:rPr>
          <w:rFonts w:ascii="Times New Roman" w:hAnsi="Times New Roman" w:cs="Times New Roman"/>
          <w:sz w:val="28"/>
          <w:szCs w:val="28"/>
        </w:rPr>
      </w:pPr>
    </w:p>
    <w:p w:rsidR="003D3CFE" w:rsidRPr="00EE057C" w:rsidRDefault="003D3CFE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3D3CFE" w:rsidRDefault="003D3CFE"/>
    <w:sectPr w:rsidR="003D3CFE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B2E87"/>
    <w:rsid w:val="000B7F2D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153DD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45C1"/>
    <w:rsid w:val="001B6230"/>
    <w:rsid w:val="001E6153"/>
    <w:rsid w:val="001F3E57"/>
    <w:rsid w:val="001F43B7"/>
    <w:rsid w:val="00200072"/>
    <w:rsid w:val="00200A95"/>
    <w:rsid w:val="00201CAF"/>
    <w:rsid w:val="00217526"/>
    <w:rsid w:val="002257DA"/>
    <w:rsid w:val="00226C91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33D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2151"/>
    <w:rsid w:val="003753DB"/>
    <w:rsid w:val="003843E6"/>
    <w:rsid w:val="003960F0"/>
    <w:rsid w:val="003A21F2"/>
    <w:rsid w:val="003A5A02"/>
    <w:rsid w:val="003B092F"/>
    <w:rsid w:val="003B1B07"/>
    <w:rsid w:val="003B6B6B"/>
    <w:rsid w:val="003B6E15"/>
    <w:rsid w:val="003C0FAA"/>
    <w:rsid w:val="003D3CFE"/>
    <w:rsid w:val="003D66F0"/>
    <w:rsid w:val="003E756E"/>
    <w:rsid w:val="003F5AFA"/>
    <w:rsid w:val="00410D55"/>
    <w:rsid w:val="004147DE"/>
    <w:rsid w:val="00416CA1"/>
    <w:rsid w:val="0042235E"/>
    <w:rsid w:val="00423A79"/>
    <w:rsid w:val="00424908"/>
    <w:rsid w:val="0043669E"/>
    <w:rsid w:val="00440F32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00D6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52FA1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6E02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44CD5"/>
    <w:rsid w:val="00973D94"/>
    <w:rsid w:val="009759D6"/>
    <w:rsid w:val="0097662E"/>
    <w:rsid w:val="00976F15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04C6"/>
    <w:rsid w:val="00A61A81"/>
    <w:rsid w:val="00A63A2F"/>
    <w:rsid w:val="00A755D8"/>
    <w:rsid w:val="00A80A57"/>
    <w:rsid w:val="00A82552"/>
    <w:rsid w:val="00A831E4"/>
    <w:rsid w:val="00A84987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D7BB6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263B"/>
    <w:rsid w:val="00BB5BBB"/>
    <w:rsid w:val="00BC17F8"/>
    <w:rsid w:val="00BC7901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347C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2D5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B94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186</Words>
  <Characters>1064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21</cp:revision>
  <cp:lastPrinted>2016-12-07T07:47:00Z</cp:lastPrinted>
  <dcterms:created xsi:type="dcterms:W3CDTF">2014-11-11T11:46:00Z</dcterms:created>
  <dcterms:modified xsi:type="dcterms:W3CDTF">2016-12-07T07:47:00Z</dcterms:modified>
</cp:coreProperties>
</file>